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Wzór umowy powierzenia przetwarzania danych - (1).docx</dmsv2BaseFileName>
    <dmsv2BaseDisplayName xmlns="http://schemas.microsoft.com/sharepoint/v3">Załącznik nr 6 Wzór umowy powierzenia przetwarzania danych - (1)</dmsv2BaseDisplayName>
    <dmsv2SWPP2ObjectNumber xmlns="http://schemas.microsoft.com/sharepoint/v3">POST/DYS/OLD/GZ/04158/2025                        </dmsv2SWPP2ObjectNumber>
    <dmsv2SWPP2SumMD5 xmlns="http://schemas.microsoft.com/sharepoint/v3">0579b900472bcb3f0c3a2ee72bd5a6b2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23838905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DPFVW34YURAE-834641568-591</_dlc_DocId>
    <_dlc_DocIdUrl xmlns="a19cb1c7-c5c7-46d4-85ae-d83685407bba">
      <Url>https://swpp2.dms.gkpge.pl/sites/40/_layouts/15/DocIdRedir.aspx?ID=DPFVW34YURAE-834641568-591</Url>
      <Description>DPFVW34YURAE-834641568-591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BD2F942C-8D4B-4268-971D-CADD743D37A2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0627CFA2-4FB7-4AA3-8F14-57D3619079D8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655d4e71-7907-4350-b42d-406af8a9074a</vt:lpwstr>
  </property>
</Properties>
</file>